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ascii="仿宋" w:hAnsi="仿宋" w:eastAsia="仿宋"/>
          <w:b/>
          <w:sz w:val="28"/>
          <w:szCs w:val="28"/>
        </w:rPr>
        <w:t>4</w:t>
      </w:r>
    </w:p>
    <w:p>
      <w:pPr>
        <w:pStyle w:val="9"/>
        <w:ind w:left="720"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河南省职业技术教育学会</w:t>
      </w:r>
      <w:r>
        <w:rPr>
          <w:rFonts w:ascii="仿宋" w:hAnsi="仿宋" w:eastAsia="仿宋"/>
          <w:b/>
          <w:sz w:val="28"/>
          <w:szCs w:val="28"/>
        </w:rPr>
        <w:t>202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sz w:val="28"/>
          <w:szCs w:val="28"/>
        </w:rPr>
        <w:t>年度研究课题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立项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申报一览表</w:t>
      </w:r>
    </w:p>
    <w:p>
      <w:pPr>
        <w:pStyle w:val="9"/>
        <w:ind w:left="7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申报学校签章</w:t>
      </w:r>
      <w:r>
        <w:rPr>
          <w:rFonts w:ascii="仿宋" w:hAnsi="仿宋" w:eastAsia="仿宋"/>
          <w:sz w:val="28"/>
          <w:szCs w:val="28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申报日期：</w:t>
      </w:r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日</w:t>
      </w:r>
    </w:p>
    <w:tbl>
      <w:tblPr>
        <w:tblStyle w:val="4"/>
        <w:tblW w:w="10349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992"/>
        <w:gridCol w:w="992"/>
        <w:gridCol w:w="1559"/>
        <w:gridCol w:w="283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2411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课题名称</w:t>
            </w: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课题编号</w:t>
            </w: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主持人</w:t>
            </w:r>
          </w:p>
        </w:tc>
        <w:tc>
          <w:tcPr>
            <w:tcW w:w="1559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课题组成员（不超过</w:t>
            </w:r>
            <w:r>
              <w:rPr>
                <w:rFonts w:ascii="仿宋" w:hAnsi="仿宋" w:eastAsia="仿宋"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人）</w:t>
            </w:r>
          </w:p>
        </w:tc>
        <w:tc>
          <w:tcPr>
            <w:tcW w:w="1560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pStyle w:val="9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9"/>
        <w:tabs>
          <w:tab w:val="left" w:pos="4080"/>
        </w:tabs>
        <w:ind w:left="180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261"/>
    <w:rsid w:val="00034C74"/>
    <w:rsid w:val="0005466E"/>
    <w:rsid w:val="00057261"/>
    <w:rsid w:val="002C737D"/>
    <w:rsid w:val="004F7909"/>
    <w:rsid w:val="005427C3"/>
    <w:rsid w:val="0063320E"/>
    <w:rsid w:val="0067644A"/>
    <w:rsid w:val="00721640"/>
    <w:rsid w:val="00802EC1"/>
    <w:rsid w:val="00821FBA"/>
    <w:rsid w:val="00845709"/>
    <w:rsid w:val="00866AA9"/>
    <w:rsid w:val="00921D80"/>
    <w:rsid w:val="009E53B4"/>
    <w:rsid w:val="009E6490"/>
    <w:rsid w:val="00A464E2"/>
    <w:rsid w:val="00A738CC"/>
    <w:rsid w:val="00AC5396"/>
    <w:rsid w:val="00BA2A8D"/>
    <w:rsid w:val="00C335AB"/>
    <w:rsid w:val="00CD11DE"/>
    <w:rsid w:val="00CD4822"/>
    <w:rsid w:val="00DC4C10"/>
    <w:rsid w:val="00DF472B"/>
    <w:rsid w:val="00E2479B"/>
    <w:rsid w:val="00EE2051"/>
    <w:rsid w:val="00F202A0"/>
    <w:rsid w:val="00F447A7"/>
    <w:rsid w:val="00F507CF"/>
    <w:rsid w:val="31E71114"/>
    <w:rsid w:val="438E7189"/>
    <w:rsid w:val="4B62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23</Words>
  <Characters>136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2017-01-09T09:20:00Z</dcterms:created>
  <dc:creator>微软用户</dc:creator>
  <cp:lastModifiedBy>余文静</cp:lastModifiedBy>
  <dcterms:modified xsi:type="dcterms:W3CDTF">2021-03-17T06:27:26Z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